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056C5" w14:textId="5F8314CA" w:rsidR="00606378" w:rsidRDefault="00606378" w:rsidP="00606378">
      <w:pPr>
        <w:jc w:val="center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C80595C" wp14:editId="168B3025">
            <wp:simplePos x="0" y="0"/>
            <wp:positionH relativeFrom="column">
              <wp:posOffset>7419975</wp:posOffset>
            </wp:positionH>
            <wp:positionV relativeFrom="paragraph">
              <wp:posOffset>-1</wp:posOffset>
            </wp:positionV>
            <wp:extent cx="2295525" cy="800491"/>
            <wp:effectExtent l="0" t="0" r="0" b="0"/>
            <wp:wrapNone/>
            <wp:docPr id="523775255" name="Picture 1" descr="A black background with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775255" name="Picture 1" descr="A black background with blu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714" cy="804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4C1D">
        <w:rPr>
          <w:b/>
          <w:bCs/>
        </w:rPr>
        <w:t xml:space="preserve"> Physical Science</w:t>
      </w:r>
      <w:r>
        <w:rPr>
          <w:b/>
          <w:bCs/>
        </w:rPr>
        <w:t xml:space="preserve"> - </w:t>
      </w:r>
      <w:r w:rsidRPr="00514C1D">
        <w:rPr>
          <w:b/>
          <w:bCs/>
        </w:rPr>
        <w:t xml:space="preserve">Investigating </w:t>
      </w:r>
      <w:r w:rsidR="00C01568">
        <w:rPr>
          <w:b/>
          <w:bCs/>
        </w:rPr>
        <w:t xml:space="preserve">the forces affecting turtle </w:t>
      </w:r>
      <w:proofErr w:type="gramStart"/>
      <w:r w:rsidR="00C01568">
        <w:rPr>
          <w:b/>
          <w:bCs/>
        </w:rPr>
        <w:t>movement</w:t>
      </w:r>
      <w:proofErr w:type="gramEnd"/>
    </w:p>
    <w:p w14:paraId="0B5EEC78" w14:textId="77777777" w:rsidR="00606378" w:rsidRPr="00606378" w:rsidRDefault="00606378" w:rsidP="00606378">
      <w:pPr>
        <w:jc w:val="center"/>
        <w:rPr>
          <w:b/>
          <w:bCs/>
        </w:rPr>
      </w:pPr>
    </w:p>
    <w:p w14:paraId="0E5C11C2" w14:textId="7551F686" w:rsidR="00606378" w:rsidRPr="00606378" w:rsidRDefault="00606378" w:rsidP="00606378">
      <w:pPr>
        <w:rPr>
          <w:b/>
          <w:bCs/>
          <w:color w:val="2F5496" w:themeColor="accent1" w:themeShade="B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129697" wp14:editId="32831E8A">
                <wp:simplePos x="0" y="0"/>
                <wp:positionH relativeFrom="column">
                  <wp:posOffset>-565497</wp:posOffset>
                </wp:positionH>
                <wp:positionV relativeFrom="paragraph">
                  <wp:posOffset>308264</wp:posOffset>
                </wp:positionV>
                <wp:extent cx="4868833" cy="2909454"/>
                <wp:effectExtent l="19050" t="0" r="46355" b="43815"/>
                <wp:wrapNone/>
                <wp:docPr id="1334102826" name="Clou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8833" cy="2909454"/>
                        </a:xfrm>
                        <a:prstGeom prst="clou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15E1E8" w14:textId="034BCCAD" w:rsidR="00606378" w:rsidRPr="00F701FE" w:rsidRDefault="00074D62" w:rsidP="00606378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How this </w:t>
                            </w:r>
                            <w:r w:rsidR="00F701FE" w:rsidRPr="00F701FE"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CONNECT</w: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>S</w:t>
                            </w:r>
                            <w:r w:rsidR="00F701FE" w:rsidRPr="00F701FE"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 to what you already know about forces.</w:t>
                            </w:r>
                          </w:p>
                          <w:p w14:paraId="10D10DB9" w14:textId="77777777" w:rsidR="00F701FE" w:rsidRPr="00F701FE" w:rsidRDefault="00F701FE" w:rsidP="00606378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29697" id="Cloud 1" o:spid="_x0000_s1026" style="position:absolute;margin-left:-44.55pt;margin-top:24.25pt;width:383.35pt;height:22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9101d [484]" strokeweight="1pt">
                <v:stroke joinstyle="miter"/>
                <v:formulas/>
                <v:path arrowok="t" o:connecttype="custom" o:connectlocs="528922,1762981;243442,1709304;780817,2350394;655940,2376054;1857144,2632652;1781858,2515465;3248932,2340427;3218840,2468995;3846491,1545917;4212893,2026516;4710821,1034068;4547625,1214293;4319286,365433;4327852,450561;3277221,266161;3360847,157595;2495390,317885;2535851,224270;1577863,349673;1724378,440459;465131,1063365;439547,967798" o:connectangles="0,0,0,0,0,0,0,0,0,0,0,0,0,0,0,0,0,0,0,0,0,0" textboxrect="0,0,43200,43200"/>
                <v:textbox>
                  <w:txbxContent>
                    <w:p w14:paraId="0815E1E8" w14:textId="034BCCAD" w:rsidR="00606378" w:rsidRPr="00F701FE" w:rsidRDefault="00074D62" w:rsidP="00606378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How this </w:t>
                      </w:r>
                      <w:r w:rsidR="00F701FE" w:rsidRPr="00F701FE"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>CONNECT</w:t>
                      </w:r>
                      <w:r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>S</w:t>
                      </w:r>
                      <w:r w:rsidR="00F701FE" w:rsidRPr="00F701FE"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 to what you already know about forces.</w:t>
                      </w:r>
                    </w:p>
                    <w:p w14:paraId="10D10DB9" w14:textId="77777777" w:rsidR="00F701FE" w:rsidRPr="00F701FE" w:rsidRDefault="00F701FE" w:rsidP="00606378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0226">
        <w:rPr>
          <w:b/>
          <w:bCs/>
          <w:color w:val="2F5496" w:themeColor="accent1" w:themeShade="BF"/>
        </w:rPr>
        <w:t xml:space="preserve">After you’ve watched how a turtle nests, </w:t>
      </w:r>
      <w:proofErr w:type="gramStart"/>
      <w:r w:rsidR="00F701FE">
        <w:rPr>
          <w:b/>
          <w:bCs/>
          <w:color w:val="2F5496" w:themeColor="accent1" w:themeShade="BF"/>
        </w:rPr>
        <w:t>write</w:t>
      </w:r>
      <w:proofErr w:type="gramEnd"/>
      <w:r w:rsidR="00F701FE">
        <w:rPr>
          <w:b/>
          <w:bCs/>
          <w:color w:val="2F5496" w:themeColor="accent1" w:themeShade="BF"/>
        </w:rPr>
        <w:t xml:space="preserve"> or draw</w:t>
      </w:r>
      <w:r w:rsidR="00074D62">
        <w:rPr>
          <w:b/>
          <w:bCs/>
          <w:color w:val="2F5496" w:themeColor="accent1" w:themeShade="BF"/>
        </w:rPr>
        <w:t>:</w:t>
      </w:r>
    </w:p>
    <w:p w14:paraId="4B3F54BA" w14:textId="274ABD92" w:rsidR="00606378" w:rsidRDefault="00606378" w:rsidP="00606378">
      <w:pPr>
        <w:rPr>
          <w:color w:val="2F5496" w:themeColor="accent1" w:themeShade="BF"/>
        </w:rPr>
      </w:pPr>
    </w:p>
    <w:p w14:paraId="03E4704C" w14:textId="4111462B" w:rsidR="00606378" w:rsidRDefault="00606378" w:rsidP="00606378">
      <w:pPr>
        <w:rPr>
          <w:color w:val="2F5496" w:themeColor="accent1" w:themeShade="BF"/>
        </w:rPr>
      </w:pPr>
    </w:p>
    <w:p w14:paraId="4C23BEB5" w14:textId="6EBF6B9D" w:rsidR="00606378" w:rsidRDefault="00606378" w:rsidP="00606378">
      <w:pPr>
        <w:rPr>
          <w:color w:val="2F5496" w:themeColor="accent1" w:themeShade="BF"/>
        </w:rPr>
      </w:pPr>
    </w:p>
    <w:p w14:paraId="53574E83" w14:textId="77777777" w:rsidR="00606378" w:rsidRDefault="00606378" w:rsidP="00606378">
      <w:pPr>
        <w:rPr>
          <w:color w:val="2F5496" w:themeColor="accent1" w:themeShade="BF"/>
        </w:rPr>
      </w:pPr>
    </w:p>
    <w:p w14:paraId="60EEDC5E" w14:textId="0B7DA668" w:rsidR="00606378" w:rsidRDefault="00606378" w:rsidP="00606378">
      <w:pPr>
        <w:rPr>
          <w:color w:val="2F5496" w:themeColor="accent1" w:themeShade="BF"/>
        </w:rPr>
      </w:pPr>
    </w:p>
    <w:p w14:paraId="10519233" w14:textId="70C24D18" w:rsidR="00606378" w:rsidRDefault="00606378" w:rsidP="00606378">
      <w:pPr>
        <w:rPr>
          <w:color w:val="2F5496" w:themeColor="accent1" w:themeShade="BF"/>
        </w:rPr>
      </w:pPr>
    </w:p>
    <w:p w14:paraId="6E36C7F2" w14:textId="02FDA7F6" w:rsidR="00606378" w:rsidRDefault="00606378" w:rsidP="00606378">
      <w:pPr>
        <w:rPr>
          <w:color w:val="2F5496" w:themeColor="accent1" w:themeShade="BF"/>
        </w:rPr>
      </w:pPr>
    </w:p>
    <w:p w14:paraId="3CBD5D83" w14:textId="15445A50" w:rsidR="00606378" w:rsidRDefault="00606378" w:rsidP="00606378">
      <w:pPr>
        <w:rPr>
          <w:color w:val="2F5496" w:themeColor="accent1" w:themeShade="BF"/>
        </w:rPr>
      </w:pPr>
    </w:p>
    <w:p w14:paraId="27863886" w14:textId="29865E9E" w:rsidR="00606378" w:rsidRDefault="00606378" w:rsidP="00606378">
      <w:pPr>
        <w:rPr>
          <w:color w:val="2F5496" w:themeColor="accent1" w:themeShade="B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E037F3" wp14:editId="7432FA26">
                <wp:simplePos x="0" y="0"/>
                <wp:positionH relativeFrom="column">
                  <wp:posOffset>1618325</wp:posOffset>
                </wp:positionH>
                <wp:positionV relativeFrom="paragraph">
                  <wp:posOffset>248227</wp:posOffset>
                </wp:positionV>
                <wp:extent cx="4731905" cy="3025833"/>
                <wp:effectExtent l="19050" t="0" r="31115" b="41275"/>
                <wp:wrapNone/>
                <wp:docPr id="639520602" name="Clou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31905" cy="3025833"/>
                        </a:xfrm>
                        <a:prstGeom prst="clou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4F2058" w14:textId="16DFC98E" w:rsidR="00606378" w:rsidRPr="00F701FE" w:rsidRDefault="00CA4958" w:rsidP="00606378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How this </w:t>
                            </w:r>
                            <w:r w:rsidR="00F701FE" w:rsidRPr="00F701FE"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EXTENDS your thinking about forces in different ways.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037F3" id="_x0000_s1027" style="position:absolute;margin-left:127.45pt;margin-top:19.55pt;width:372.6pt;height:2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9101d [484]" strokeweight="1pt">
                <v:stroke joinstyle="miter"/>
                <v:formulas/>
                <v:path arrowok="t" o:connecttype="custom" o:connectlocs="514047,1833501;236595,1777677;758857,2444411;637493,2471097;1804915,2737959;1731746,2616085;3157561,2434045;3128315,2567756;3738314,1607754;4094412,2107577;4578337,1075431;4419731,1262865;4197813,380050;4206138,468584;3185054,276808;3266329,163899;2425211,330600;2464534,233241;1533488,363660;1675883,458077;452050,1105900;427186,1006510" o:connectangles="0,0,0,0,0,0,0,0,0,0,0,0,0,0,0,0,0,0,0,0,0,0" textboxrect="0,0,43200,43200"/>
                <v:textbox>
                  <w:txbxContent>
                    <w:p w14:paraId="5F4F2058" w14:textId="16DFC98E" w:rsidR="00606378" w:rsidRPr="00F701FE" w:rsidRDefault="00CA4958" w:rsidP="00606378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How this </w:t>
                      </w:r>
                      <w:r w:rsidR="00F701FE" w:rsidRPr="00F701FE"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EXTENDS your thinking about forces in different ways. </w:t>
                      </w:r>
                    </w:p>
                  </w:txbxContent>
                </v:textbox>
              </v:shape>
            </w:pict>
          </mc:Fallback>
        </mc:AlternateContent>
      </w:r>
    </w:p>
    <w:p w14:paraId="41280DDC" w14:textId="6B2EDBEB" w:rsidR="00606378" w:rsidRDefault="00606378" w:rsidP="00606378">
      <w:pPr>
        <w:rPr>
          <w:color w:val="2F5496" w:themeColor="accent1" w:themeShade="BF"/>
        </w:rPr>
      </w:pPr>
    </w:p>
    <w:p w14:paraId="3430D467" w14:textId="337EFB95" w:rsidR="00606378" w:rsidRDefault="00606378" w:rsidP="00606378">
      <w:pPr>
        <w:rPr>
          <w:color w:val="2F5496" w:themeColor="accent1" w:themeShade="BF"/>
        </w:rPr>
      </w:pPr>
    </w:p>
    <w:p w14:paraId="576A2D0A" w14:textId="7151E7B4" w:rsidR="00606378" w:rsidRDefault="00606378" w:rsidP="00606378">
      <w:pPr>
        <w:rPr>
          <w:color w:val="2F5496" w:themeColor="accent1" w:themeShade="BF"/>
        </w:rPr>
      </w:pPr>
    </w:p>
    <w:p w14:paraId="2A77AE3E" w14:textId="77777777" w:rsidR="00606378" w:rsidRDefault="00606378" w:rsidP="00606378">
      <w:pPr>
        <w:rPr>
          <w:color w:val="2F5496" w:themeColor="accent1" w:themeShade="BF"/>
        </w:rPr>
      </w:pPr>
    </w:p>
    <w:p w14:paraId="3C598818" w14:textId="309BEF8B" w:rsidR="00606378" w:rsidRDefault="00606378" w:rsidP="00606378">
      <w:pPr>
        <w:rPr>
          <w:color w:val="2F5496" w:themeColor="accent1" w:themeShade="BF"/>
        </w:rPr>
      </w:pPr>
    </w:p>
    <w:p w14:paraId="4812E002" w14:textId="77777777" w:rsidR="00606378" w:rsidRDefault="00606378" w:rsidP="00606378">
      <w:pPr>
        <w:rPr>
          <w:color w:val="2F5496" w:themeColor="accent1" w:themeShade="BF"/>
        </w:rPr>
      </w:pPr>
    </w:p>
    <w:p w14:paraId="08B3BADE" w14:textId="2E5EBBCA" w:rsidR="00606378" w:rsidRDefault="00606378">
      <w:pPr>
        <w:rPr>
          <w:color w:val="2F5496" w:themeColor="accent1" w:themeShade="B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E1E8F5" wp14:editId="4609C4C9">
                <wp:simplePos x="0" y="0"/>
                <wp:positionH relativeFrom="column">
                  <wp:posOffset>-451543</wp:posOffset>
                </wp:positionH>
                <wp:positionV relativeFrom="paragraph">
                  <wp:posOffset>1166380</wp:posOffset>
                </wp:positionV>
                <wp:extent cx="4734041" cy="2984269"/>
                <wp:effectExtent l="19050" t="0" r="47625" b="45085"/>
                <wp:wrapNone/>
                <wp:docPr id="1540196374" name="Clou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34041" cy="2984269"/>
                        </a:xfrm>
                        <a:prstGeom prst="clou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A9B2AE" w14:textId="32A4A24C" w:rsidR="00606378" w:rsidRPr="00F7562D" w:rsidRDefault="00CA4958" w:rsidP="00606378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F7562D"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What </w:t>
                            </w:r>
                            <w:r w:rsidR="00F7562D" w:rsidRPr="00F7562D"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did you find CHALLENGING when thinking about </w:t>
                            </w:r>
                            <w:r w:rsidR="008A6E33">
                              <w:rPr>
                                <w:color w:val="000000" w:themeColor="text1"/>
                                <w:sz w:val="32"/>
                                <w:szCs w:val="32"/>
                                <w:lang w:val="en-US"/>
                              </w:rPr>
                              <w:t xml:space="preserve">the forces that work during nesting?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1E8F5" id="_x0000_s1028" style="position:absolute;margin-left:-35.55pt;margin-top:91.85pt;width:372.75pt;height:2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9101d [484]" strokeweight="1pt">
                <v:stroke joinstyle="miter"/>
                <v:formulas/>
                <v:path arrowok="t" o:connecttype="custom" o:connectlocs="514279,1808315;236702,1753258;759200,2410833;637781,2437153;1805730,2700349;1732528,2580149;3158986,2400610;3129727,2532484;3740002,1585669;4096260,2078626;4580404,1060659;4421726,1245518;4199708,374830;4208036,462147;3186492,273005;3267803,161648;2426306,326059;2465646,230037;1534180,358665;1676640,451785;452254,1090709;427379,992684" o:connectangles="0,0,0,0,0,0,0,0,0,0,0,0,0,0,0,0,0,0,0,0,0,0" textboxrect="0,0,43200,43200"/>
                <v:textbox>
                  <w:txbxContent>
                    <w:p w14:paraId="43A9B2AE" w14:textId="32A4A24C" w:rsidR="00606378" w:rsidRPr="00F7562D" w:rsidRDefault="00CA4958" w:rsidP="00606378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</w:pPr>
                      <w:r w:rsidRPr="00F7562D"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What </w:t>
                      </w:r>
                      <w:r w:rsidR="00F7562D" w:rsidRPr="00F7562D"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did you find CHALLENGING when thinking about </w:t>
                      </w:r>
                      <w:r w:rsidR="008A6E33">
                        <w:rPr>
                          <w:color w:val="000000" w:themeColor="text1"/>
                          <w:sz w:val="32"/>
                          <w:szCs w:val="32"/>
                          <w:lang w:val="en-US"/>
                        </w:rPr>
                        <w:t xml:space="preserve">the forces that work during nesting?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06378" w:rsidSect="00866B48">
      <w:headerReference w:type="default" r:id="rId7"/>
      <w:footerReference w:type="default" r:id="rId8"/>
      <w:pgSz w:w="11906" w:h="16838"/>
      <w:pgMar w:top="1560" w:right="1440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3DD09" w14:textId="77777777" w:rsidR="00EC6D15" w:rsidRDefault="00EC6D15" w:rsidP="00866B48">
      <w:pPr>
        <w:spacing w:after="0" w:line="240" w:lineRule="auto"/>
      </w:pPr>
      <w:r>
        <w:separator/>
      </w:r>
    </w:p>
  </w:endnote>
  <w:endnote w:type="continuationSeparator" w:id="0">
    <w:p w14:paraId="6308745E" w14:textId="77777777" w:rsidR="00EC6D15" w:rsidRDefault="00EC6D15" w:rsidP="00866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4C75C" w14:textId="77777777" w:rsidR="00866B48" w:rsidRDefault="00866B48">
    <w:pPr>
      <w:pStyle w:val="Footer"/>
    </w:pPr>
    <w:r w:rsidRPr="00866B48">
      <w:rPr>
        <w:noProof/>
      </w:rPr>
      <w:drawing>
        <wp:anchor distT="0" distB="0" distL="114300" distR="114300" simplePos="0" relativeHeight="251661312" behindDoc="1" locked="0" layoutInCell="1" allowOverlap="1" wp14:anchorId="4383CC07" wp14:editId="3236F8DE">
          <wp:simplePos x="0" y="0"/>
          <wp:positionH relativeFrom="page">
            <wp:align>right</wp:align>
          </wp:positionH>
          <wp:positionV relativeFrom="paragraph">
            <wp:posOffset>458470</wp:posOffset>
          </wp:positionV>
          <wp:extent cx="7545788" cy="151317"/>
          <wp:effectExtent l="0" t="0" r="0" b="1270"/>
          <wp:wrapNone/>
          <wp:docPr id="1131038375" name="Picture 1131038375">
            <a:extLst xmlns:a="http://schemas.openxmlformats.org/drawingml/2006/main">
              <a:ext uri="{FF2B5EF4-FFF2-40B4-BE49-F238E27FC236}">
                <a16:creationId xmlns:a16="http://schemas.microsoft.com/office/drawing/2014/main" id="{2A291A03-C5A3-0A6B-C66F-5FAF6576464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9">
                    <a:extLst>
                      <a:ext uri="{FF2B5EF4-FFF2-40B4-BE49-F238E27FC236}">
                        <a16:creationId xmlns:a16="http://schemas.microsoft.com/office/drawing/2014/main" id="{2A291A03-C5A3-0A6B-C66F-5FAF6576464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788" cy="1513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34C5D" w14:textId="77777777" w:rsidR="00EC6D15" w:rsidRDefault="00EC6D15" w:rsidP="00866B48">
      <w:pPr>
        <w:spacing w:after="0" w:line="240" w:lineRule="auto"/>
      </w:pPr>
      <w:r>
        <w:separator/>
      </w:r>
    </w:p>
  </w:footnote>
  <w:footnote w:type="continuationSeparator" w:id="0">
    <w:p w14:paraId="7A5D0DDD" w14:textId="77777777" w:rsidR="00EC6D15" w:rsidRDefault="00EC6D15" w:rsidP="00866B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D505F" w14:textId="77777777" w:rsidR="00866B48" w:rsidRDefault="00866B48">
    <w:pPr>
      <w:pStyle w:val="Header"/>
    </w:pPr>
    <w:r w:rsidRPr="00866B48">
      <w:rPr>
        <w:noProof/>
      </w:rPr>
      <w:drawing>
        <wp:anchor distT="0" distB="0" distL="114300" distR="114300" simplePos="0" relativeHeight="251660288" behindDoc="1" locked="0" layoutInCell="1" allowOverlap="1" wp14:anchorId="3C11BBB3" wp14:editId="0F5AA77C">
          <wp:simplePos x="0" y="0"/>
          <wp:positionH relativeFrom="margin">
            <wp:posOffset>1128616</wp:posOffset>
          </wp:positionH>
          <wp:positionV relativeFrom="paragraph">
            <wp:posOffset>-401292</wp:posOffset>
          </wp:positionV>
          <wp:extent cx="1687104" cy="589032"/>
          <wp:effectExtent l="0" t="0" r="0" b="0"/>
          <wp:wrapNone/>
          <wp:docPr id="634193497" name="Picture 634193497" descr="Tex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D96BFA00-3B63-22EC-2E02-B956C274E00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8" descr="Text&#10;&#10;Description automatically generated">
                    <a:extLst>
                      <a:ext uri="{FF2B5EF4-FFF2-40B4-BE49-F238E27FC236}">
                        <a16:creationId xmlns:a16="http://schemas.microsoft.com/office/drawing/2014/main" id="{D96BFA00-3B63-22EC-2E02-B956C274E00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7104" cy="5890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66B48">
      <w:rPr>
        <w:noProof/>
      </w:rPr>
      <w:drawing>
        <wp:anchor distT="0" distB="0" distL="114300" distR="114300" simplePos="0" relativeHeight="251659264" behindDoc="1" locked="0" layoutInCell="1" allowOverlap="1" wp14:anchorId="23D7F147" wp14:editId="2E4FF13C">
          <wp:simplePos x="0" y="0"/>
          <wp:positionH relativeFrom="column">
            <wp:posOffset>-739471</wp:posOffset>
          </wp:positionH>
          <wp:positionV relativeFrom="paragraph">
            <wp:posOffset>-330310</wp:posOffset>
          </wp:positionV>
          <wp:extent cx="1733384" cy="444457"/>
          <wp:effectExtent l="0" t="0" r="635" b="0"/>
          <wp:wrapNone/>
          <wp:docPr id="774504769" name="Picture 774504769" descr="Text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0F5FA2BB-1587-E531-E4D8-03E74B81929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7" descr="Text&#10;&#10;Description automatically generated">
                    <a:extLst>
                      <a:ext uri="{FF2B5EF4-FFF2-40B4-BE49-F238E27FC236}">
                        <a16:creationId xmlns:a16="http://schemas.microsoft.com/office/drawing/2014/main" id="{0F5FA2BB-1587-E531-E4D8-03E74B81929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8055" cy="445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66B48">
      <w:rPr>
        <w:noProof/>
      </w:rPr>
      <w:drawing>
        <wp:anchor distT="0" distB="0" distL="114300" distR="114300" simplePos="0" relativeHeight="251658240" behindDoc="1" locked="0" layoutInCell="1" allowOverlap="1" wp14:anchorId="4BE6465D" wp14:editId="5C264722">
          <wp:simplePos x="0" y="0"/>
          <wp:positionH relativeFrom="page">
            <wp:align>right</wp:align>
          </wp:positionH>
          <wp:positionV relativeFrom="paragraph">
            <wp:posOffset>-450049</wp:posOffset>
          </wp:positionV>
          <wp:extent cx="7553739" cy="684573"/>
          <wp:effectExtent l="0" t="0" r="0" b="1270"/>
          <wp:wrapNone/>
          <wp:docPr id="668119034" name="Picture 668119034" descr="Background pattern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3AAA121D-9E14-33B3-3C46-27E88B68B02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6" descr="Background pattern&#10;&#10;Description automatically generated">
                    <a:extLst>
                      <a:ext uri="{FF2B5EF4-FFF2-40B4-BE49-F238E27FC236}">
                        <a16:creationId xmlns:a16="http://schemas.microsoft.com/office/drawing/2014/main" id="{3AAA121D-9E14-33B3-3C46-27E88B68B02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739" cy="6845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378"/>
    <w:rsid w:val="00062917"/>
    <w:rsid w:val="00074D62"/>
    <w:rsid w:val="00132147"/>
    <w:rsid w:val="00160226"/>
    <w:rsid w:val="002874F3"/>
    <w:rsid w:val="002A0B09"/>
    <w:rsid w:val="00310197"/>
    <w:rsid w:val="003225A9"/>
    <w:rsid w:val="00345ACA"/>
    <w:rsid w:val="00383DC2"/>
    <w:rsid w:val="0045163F"/>
    <w:rsid w:val="004723EB"/>
    <w:rsid w:val="004C4F6D"/>
    <w:rsid w:val="00606378"/>
    <w:rsid w:val="006645A0"/>
    <w:rsid w:val="006920D8"/>
    <w:rsid w:val="007F3395"/>
    <w:rsid w:val="00866B48"/>
    <w:rsid w:val="00875508"/>
    <w:rsid w:val="00886254"/>
    <w:rsid w:val="008A6E33"/>
    <w:rsid w:val="00992DFD"/>
    <w:rsid w:val="00A21306"/>
    <w:rsid w:val="00A227BF"/>
    <w:rsid w:val="00B033F3"/>
    <w:rsid w:val="00BD1895"/>
    <w:rsid w:val="00C01568"/>
    <w:rsid w:val="00CA4958"/>
    <w:rsid w:val="00DD4E09"/>
    <w:rsid w:val="00EC6D15"/>
    <w:rsid w:val="00EE4F2A"/>
    <w:rsid w:val="00F52290"/>
    <w:rsid w:val="00F701FE"/>
    <w:rsid w:val="00F7562D"/>
    <w:rsid w:val="00FC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F73DB4"/>
  <w15:chartTrackingRefBased/>
  <w15:docId w15:val="{E9F077B8-544C-4C35-B4AC-DF8FE6B5F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63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6B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B48"/>
  </w:style>
  <w:style w:type="paragraph" w:styleId="Footer">
    <w:name w:val="footer"/>
    <w:basedOn w:val="Normal"/>
    <w:link w:val="FooterChar"/>
    <w:uiPriority w:val="99"/>
    <w:unhideWhenUsed/>
    <w:rsid w:val="00866B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lodaghGuildea\OneDrive%20-%20Department%20of%20Biodiversity,%20Conservation%20and%20Attractions\Documents\Custom%20Office%20Templates\NWSFTCP%20Word%20Documen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NWSFTCP Word Document Template</Template>
  <TotalTime>7</TotalTime>
  <Pages>1</Pages>
  <Words>20</Words>
  <Characters>128</Characters>
  <Application>Microsoft Office Word</Application>
  <DocSecurity>0</DocSecurity>
  <Lines>6</Lines>
  <Paragraphs>4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Clodagh Guildea</dc:creator>
  <cp:keywords/>
  <dc:description/>
  <cp:lastModifiedBy>Clodagh Guildea</cp:lastModifiedBy>
  <cp:revision>9</cp:revision>
  <dcterms:created xsi:type="dcterms:W3CDTF">2023-08-22T08:03:00Z</dcterms:created>
  <dcterms:modified xsi:type="dcterms:W3CDTF">2023-08-22T08:10:00Z</dcterms:modified>
</cp:coreProperties>
</file>